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96E" w:rsidRPr="00087312" w:rsidRDefault="00FE396E" w:rsidP="005B06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3454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Pr="00087312">
        <w:rPr>
          <w:rFonts w:ascii="Times New Roman" w:hAnsi="Times New Roman"/>
          <w:b/>
          <w:sz w:val="28"/>
          <w:szCs w:val="28"/>
        </w:rPr>
        <w:t xml:space="preserve">  «Предоставление земельных участков,</w:t>
      </w:r>
    </w:p>
    <w:p w:rsidR="00FE396E" w:rsidRPr="00087312" w:rsidRDefault="00FE396E" w:rsidP="005B06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7312">
        <w:rPr>
          <w:rFonts w:ascii="Times New Roman" w:hAnsi="Times New Roman"/>
          <w:b/>
          <w:sz w:val="28"/>
          <w:szCs w:val="28"/>
        </w:rPr>
        <w:t>находящихся в муниципальной собственности,</w:t>
      </w:r>
    </w:p>
    <w:p w:rsidR="00FE396E" w:rsidRPr="00087312" w:rsidRDefault="00FE396E" w:rsidP="005B06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7312">
        <w:rPr>
          <w:rFonts w:ascii="Times New Roman" w:hAnsi="Times New Roman"/>
          <w:b/>
          <w:sz w:val="28"/>
          <w:szCs w:val="28"/>
        </w:rPr>
        <w:t>расположенных на территории сельского поселения,</w:t>
      </w:r>
    </w:p>
    <w:p w:rsidR="00FE396E" w:rsidRPr="00087312" w:rsidRDefault="00FE396E" w:rsidP="005B06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7312">
        <w:rPr>
          <w:rFonts w:ascii="Times New Roman" w:hAnsi="Times New Roman"/>
          <w:b/>
          <w:sz w:val="28"/>
          <w:szCs w:val="28"/>
        </w:rPr>
        <w:t>в постоянное (бессрочное) и безвозмездное пользование»</w:t>
      </w:r>
    </w:p>
    <w:p w:rsidR="00FE396E" w:rsidRPr="00087312" w:rsidRDefault="00FE396E" w:rsidP="005B0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7B58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FE396E" w:rsidRPr="00087312" w:rsidRDefault="00FE396E" w:rsidP="00DC75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>Конституцией Российской Федерации;</w:t>
      </w:r>
    </w:p>
    <w:p w:rsidR="00FE396E" w:rsidRPr="00087312" w:rsidRDefault="00FE396E" w:rsidP="007B58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>Земельным     кодексом      Российской      Федерации    (в редакции, действующей с 1 марта 2015 года);</w:t>
      </w:r>
    </w:p>
    <w:p w:rsidR="00FE396E" w:rsidRPr="00087312" w:rsidRDefault="00FE396E" w:rsidP="007B58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 xml:space="preserve"> 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FE396E" w:rsidRPr="00087312" w:rsidRDefault="00FE396E" w:rsidP="00DC75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FE396E" w:rsidRPr="00087312" w:rsidRDefault="00FE396E" w:rsidP="007B58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>Федеральным законом от 27.07.2006 № 152-ФЗ «О персональных данных» («Российская газета», 29.07.2006, № 165);</w:t>
      </w:r>
    </w:p>
    <w:p w:rsidR="00FE396E" w:rsidRPr="00087312" w:rsidRDefault="00FE396E" w:rsidP="007B58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FE396E" w:rsidRPr="00087312" w:rsidRDefault="00FE396E" w:rsidP="007B58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FE396E" w:rsidRPr="00087312" w:rsidRDefault="00FE396E" w:rsidP="007B58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FE396E" w:rsidRPr="00087312" w:rsidRDefault="00FE396E" w:rsidP="007B58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E396E" w:rsidRPr="00087312" w:rsidRDefault="00FE396E" w:rsidP="007B58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087312">
          <w:rPr>
            <w:rFonts w:ascii="Times New Roman" w:hAnsi="Times New Roman"/>
            <w:sz w:val="28"/>
            <w:szCs w:val="28"/>
          </w:rPr>
          <w:t>2015 г</w:t>
        </w:r>
      </w:smartTag>
      <w:r w:rsidRPr="00087312">
        <w:rPr>
          <w:rFonts w:ascii="Times New Roman" w:hAnsi="Times New Roman"/>
          <w:sz w:val="28"/>
          <w:szCs w:val="28"/>
        </w:rPr>
        <w:t>.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7312">
        <w:rPr>
          <w:rFonts w:ascii="Times New Roman" w:hAnsi="Times New Roman"/>
          <w:sz w:val="28"/>
          <w:szCs w:val="28"/>
        </w:rPr>
        <w:t>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информацииhttp://www.pravo.gov.ru, 27.02.2015);</w:t>
      </w:r>
    </w:p>
    <w:p w:rsidR="00FE396E" w:rsidRPr="00087312" w:rsidRDefault="00FE396E" w:rsidP="00DC75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 xml:space="preserve">   - Законом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«Курская  правда» №143 от 30.11.2013 года);</w:t>
      </w:r>
    </w:p>
    <w:p w:rsidR="00FE396E" w:rsidRPr="00087312" w:rsidRDefault="00FE396E" w:rsidP="00DC75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E396E" w:rsidRPr="00087312" w:rsidRDefault="00FE396E" w:rsidP="007B58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 xml:space="preserve">-  Постановление Администрации </w:t>
      </w:r>
      <w:r>
        <w:rPr>
          <w:rFonts w:ascii="Times New Roman" w:hAnsi="Times New Roman"/>
          <w:sz w:val="28"/>
          <w:szCs w:val="28"/>
        </w:rPr>
        <w:t>Дерюгинского</w:t>
      </w:r>
      <w:r w:rsidRPr="00087312"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 от 0</w:t>
      </w:r>
      <w:r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  <w:r w:rsidRPr="00087312">
        <w:rPr>
          <w:rFonts w:ascii="Times New Roman" w:hAnsi="Times New Roman"/>
          <w:sz w:val="28"/>
          <w:szCs w:val="28"/>
        </w:rPr>
        <w:t>.11.2018г. № 12</w:t>
      </w:r>
      <w:r>
        <w:rPr>
          <w:rFonts w:ascii="Times New Roman" w:hAnsi="Times New Roman"/>
          <w:sz w:val="28"/>
          <w:szCs w:val="28"/>
        </w:rPr>
        <w:t>2</w:t>
      </w:r>
      <w:r w:rsidRPr="00087312">
        <w:rPr>
          <w:rFonts w:ascii="Times New Roman" w:hAnsi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FE396E" w:rsidRPr="00087312" w:rsidRDefault="00FE396E" w:rsidP="007B58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 xml:space="preserve">- Постановление Администрации </w:t>
      </w:r>
      <w:r>
        <w:rPr>
          <w:rFonts w:ascii="Times New Roman" w:hAnsi="Times New Roman"/>
          <w:sz w:val="28"/>
          <w:szCs w:val="28"/>
        </w:rPr>
        <w:t>Дерюгинского</w:t>
      </w:r>
      <w:r w:rsidRPr="00087312"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 от 27.06.2017г. № </w:t>
      </w:r>
      <w:r>
        <w:rPr>
          <w:rFonts w:ascii="Times New Roman" w:hAnsi="Times New Roman"/>
          <w:sz w:val="28"/>
          <w:szCs w:val="28"/>
        </w:rPr>
        <w:t>81</w:t>
      </w:r>
      <w:r w:rsidRPr="00087312">
        <w:rPr>
          <w:rFonts w:ascii="Times New Roman" w:hAnsi="Times New Roman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/>
          <w:sz w:val="28"/>
          <w:szCs w:val="28"/>
        </w:rPr>
        <w:t>Дерюгинского</w:t>
      </w:r>
      <w:r w:rsidRPr="00087312"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rFonts w:ascii="Times New Roman" w:hAnsi="Times New Roman"/>
          <w:sz w:val="28"/>
          <w:szCs w:val="28"/>
        </w:rPr>
        <w:t>Дерюгинского</w:t>
      </w:r>
      <w:r w:rsidRPr="00087312"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области»;</w:t>
      </w:r>
    </w:p>
    <w:p w:rsidR="00FE396E" w:rsidRPr="00087312" w:rsidRDefault="00FE396E" w:rsidP="007B58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>-Решение Собрания депутатов</w:t>
      </w:r>
      <w:r>
        <w:rPr>
          <w:rFonts w:ascii="Times New Roman" w:hAnsi="Times New Roman"/>
          <w:sz w:val="28"/>
          <w:szCs w:val="28"/>
        </w:rPr>
        <w:t>Дерюгинского</w:t>
      </w:r>
      <w:r w:rsidRPr="00087312"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 от </w:t>
      </w:r>
      <w:r>
        <w:rPr>
          <w:rFonts w:ascii="Times New Roman" w:hAnsi="Times New Roman"/>
          <w:sz w:val="28"/>
          <w:szCs w:val="28"/>
        </w:rPr>
        <w:t>14</w:t>
      </w:r>
      <w:r w:rsidRPr="0008731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087312">
        <w:rPr>
          <w:rFonts w:ascii="Times New Roman" w:hAnsi="Times New Roman"/>
          <w:sz w:val="28"/>
          <w:szCs w:val="28"/>
        </w:rPr>
        <w:t>.2014г. №</w:t>
      </w:r>
      <w:r>
        <w:rPr>
          <w:rFonts w:ascii="Times New Roman" w:hAnsi="Times New Roman"/>
          <w:sz w:val="28"/>
          <w:szCs w:val="28"/>
        </w:rPr>
        <w:t>177</w:t>
      </w:r>
      <w:r w:rsidRPr="00087312">
        <w:rPr>
          <w:rFonts w:ascii="Times New Roman" w:hAnsi="Times New Roman"/>
          <w:sz w:val="28"/>
          <w:szCs w:val="28"/>
        </w:rPr>
        <w:t xml:space="preserve"> «Об утверждении перечня услуг, которые являются необходимыми и обязательными для предоставления            Администрацией </w:t>
      </w:r>
      <w:r>
        <w:rPr>
          <w:rFonts w:ascii="Times New Roman" w:hAnsi="Times New Roman"/>
          <w:sz w:val="28"/>
          <w:szCs w:val="28"/>
        </w:rPr>
        <w:t>Дерюгинского</w:t>
      </w:r>
      <w:r w:rsidRPr="00087312"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FE396E" w:rsidRDefault="00FE396E" w:rsidP="000F09A5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Уставом  муниципального образования «Дерюгинский сельсовет» Дмитриевского </w:t>
      </w:r>
      <w:r>
        <w:rPr>
          <w:rStyle w:val="Strong"/>
          <w:b w:val="0"/>
          <w:sz w:val="28"/>
          <w:szCs w:val="28"/>
        </w:rPr>
        <w:t>района Курской области</w:t>
      </w:r>
      <w:r>
        <w:rPr>
          <w:rFonts w:ascii="Times New Roman" w:hAnsi="Times New Roman"/>
          <w:sz w:val="28"/>
          <w:szCs w:val="28"/>
        </w:rPr>
        <w:t xml:space="preserve"> (принят решением   Собрания депутатов Дерюгинского сельсовета Дмитриевского района Курской области от 20 ноября 2010г. №17, зарегистрирован в Управлении Министерства  юстиции Российской Федерации по Курской области 03 декабря 2010 года, государственный регистрационный № ru 465053212010001.</w:t>
      </w:r>
    </w:p>
    <w:p w:rsidR="00FE396E" w:rsidRPr="00087312" w:rsidRDefault="00FE396E" w:rsidP="000F09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0F09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 xml:space="preserve"> </w:t>
      </w: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 xml:space="preserve"> </w:t>
      </w: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 xml:space="preserve"> </w:t>
      </w: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 xml:space="preserve"> </w:t>
      </w: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 xml:space="preserve"> </w:t>
      </w: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7312">
        <w:rPr>
          <w:rFonts w:ascii="Times New Roman" w:hAnsi="Times New Roman"/>
          <w:sz w:val="28"/>
          <w:szCs w:val="28"/>
        </w:rPr>
        <w:t xml:space="preserve"> </w:t>
      </w: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D60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5B0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5B0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5B0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5B0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5B0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5B0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5B0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5B0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5B0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5B0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5B0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5B0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5B0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5B0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5B0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5B0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5B0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6E" w:rsidRPr="00087312" w:rsidRDefault="00FE396E" w:rsidP="005B0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E396E" w:rsidRPr="00087312" w:rsidSect="00693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685"/>
    <w:rsid w:val="00081E94"/>
    <w:rsid w:val="00087312"/>
    <w:rsid w:val="000F09A5"/>
    <w:rsid w:val="0030099D"/>
    <w:rsid w:val="00383C6C"/>
    <w:rsid w:val="004A26DF"/>
    <w:rsid w:val="005B0685"/>
    <w:rsid w:val="006665C7"/>
    <w:rsid w:val="006937F9"/>
    <w:rsid w:val="00717EE1"/>
    <w:rsid w:val="0078605C"/>
    <w:rsid w:val="007B58AF"/>
    <w:rsid w:val="00884502"/>
    <w:rsid w:val="00957A06"/>
    <w:rsid w:val="00A33454"/>
    <w:rsid w:val="00B02F8B"/>
    <w:rsid w:val="00B51001"/>
    <w:rsid w:val="00BA6D5A"/>
    <w:rsid w:val="00CB7DEC"/>
    <w:rsid w:val="00D36836"/>
    <w:rsid w:val="00D6062D"/>
    <w:rsid w:val="00DC750F"/>
    <w:rsid w:val="00E3054A"/>
    <w:rsid w:val="00FE396E"/>
    <w:rsid w:val="00FF1C4A"/>
    <w:rsid w:val="00FF6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7F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locked/>
    <w:rsid w:val="00D36836"/>
    <w:rPr>
      <w:rFonts w:ascii="Times New Roman" w:hAnsi="Times New Roman" w:cs="Times New Roman"/>
      <w:b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42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3</Pages>
  <Words>702</Words>
  <Characters>4008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Loner-XP</cp:lastModifiedBy>
  <cp:revision>12</cp:revision>
  <cp:lastPrinted>2019-02-16T08:32:00Z</cp:lastPrinted>
  <dcterms:created xsi:type="dcterms:W3CDTF">2018-12-01T19:05:00Z</dcterms:created>
  <dcterms:modified xsi:type="dcterms:W3CDTF">2019-02-16T08:33:00Z</dcterms:modified>
</cp:coreProperties>
</file>