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2B9" w:rsidRPr="00571940" w:rsidRDefault="001712B9" w:rsidP="00873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5719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«Назначение и выплата пенсии за выслугу лет лицам, замещавшим должности муниципальной службы в администрации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Дерюгинского</w:t>
      </w:r>
      <w:r w:rsidRPr="0057194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сельсовета Дмитриевского района </w:t>
      </w:r>
      <w:r w:rsidRPr="005719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Курской области, и ежемесячной доплаты к пенсии выборным должностным лицам»</w:t>
      </w:r>
    </w:p>
    <w:p w:rsidR="001712B9" w:rsidRPr="00795217" w:rsidRDefault="001712B9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712B9" w:rsidRPr="00795217" w:rsidRDefault="001712B9" w:rsidP="00A558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1712B9" w:rsidRPr="00795217" w:rsidRDefault="001712B9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1712B9" w:rsidRPr="00795217" w:rsidRDefault="001712B9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Федеральным  законом  от  2 марта </w:t>
      </w:r>
      <w:smartTag w:uri="urn:schemas-microsoft-com:office:smarttags" w:element="metricconverter">
        <w:smartTagPr>
          <w:attr w:name="ProductID" w:val="2007 г"/>
        </w:smartTagPr>
        <w:r w:rsidRPr="00795217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2007 г</w:t>
        </w:r>
      </w:smartTag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№  25-ФЗ «О  муниципальной   службе  в Российской Федерации» (Собрание законодательства Российской Федерации от 5 марта </w:t>
      </w:r>
      <w:smartTag w:uri="urn:schemas-microsoft-com:office:smarttags" w:element="metricconverter">
        <w:smartTagPr>
          <w:attr w:name="ProductID" w:val="2007 г"/>
        </w:smartTagPr>
        <w:r w:rsidRPr="00795217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2007 г</w:t>
        </w:r>
      </w:smartTag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№ 10, ст. 1152);</w:t>
      </w:r>
    </w:p>
    <w:p w:rsidR="001712B9" w:rsidRPr="00795217" w:rsidRDefault="001712B9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1712B9" w:rsidRPr="00795217" w:rsidRDefault="001712B9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1712B9" w:rsidRPr="00795217" w:rsidRDefault="001712B9" w:rsidP="00A558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1712B9" w:rsidRPr="00795217" w:rsidRDefault="001712B9" w:rsidP="00A558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Законом  Курской области от 13.06.2007 г. № 60-ЗКО «О муниципальной службе в Курской области» («Курская правда» 22 июня </w:t>
      </w:r>
      <w:smartTag w:uri="urn:schemas-microsoft-com:office:smarttags" w:element="metricconverter">
        <w:smartTagPr>
          <w:attr w:name="ProductID" w:val="2007 г"/>
        </w:smartTagPr>
        <w:r w:rsidRPr="00795217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2007 г</w:t>
        </w:r>
      </w:smartTag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№ 89 (дополнительный выпуск);</w:t>
      </w:r>
    </w:p>
    <w:p w:rsidR="001712B9" w:rsidRPr="00795217" w:rsidRDefault="001712B9" w:rsidP="00A5589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712B9" w:rsidRPr="00795217" w:rsidRDefault="001712B9" w:rsidP="00565FF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712B9" w:rsidRPr="00571940" w:rsidRDefault="001712B9" w:rsidP="00E93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- постановление 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Дерюгинского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 Курской области   </w:t>
      </w:r>
      <w:r w:rsidRPr="00571940">
        <w:rPr>
          <w:rFonts w:ascii="Times New Roman" w:hAnsi="Times New Roman" w:cs="Times New Roman"/>
          <w:sz w:val="28"/>
          <w:szCs w:val="28"/>
        </w:rPr>
        <w:t>от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71940">
        <w:rPr>
          <w:rFonts w:ascii="Times New Roman" w:hAnsi="Times New Roman" w:cs="Times New Roman"/>
          <w:sz w:val="28"/>
          <w:szCs w:val="28"/>
        </w:rPr>
        <w:t xml:space="preserve"> ноября 2018г.№ 12</w:t>
      </w: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571940">
        <w:rPr>
          <w:rFonts w:ascii="Times New Roman" w:hAnsi="Times New Roman" w:cs="Times New Roman"/>
          <w:sz w:val="28"/>
          <w:szCs w:val="28"/>
        </w:rPr>
        <w:t xml:space="preserve"> 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>«О  порядке разработке и утверждения административных регламентов предоставления муниципальных услуг»;</w:t>
      </w:r>
    </w:p>
    <w:p w:rsidR="001712B9" w:rsidRPr="00795217" w:rsidRDefault="001712B9" w:rsidP="0079521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ru-RU"/>
        </w:rPr>
      </w:pPr>
      <w:r w:rsidRPr="00571940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- Решение  Собрания Депутатов 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Дерюгинского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   </w:t>
      </w:r>
      <w:r w:rsidRPr="00571940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района  Курской области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от </w:t>
      </w:r>
      <w:r w:rsidRPr="00D23434">
        <w:rPr>
          <w:rFonts w:ascii="Times New Roman" w:hAnsi="Times New Roman" w:cs="Times New Roman"/>
          <w:color w:val="000000"/>
          <w:spacing w:val="-1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ноября  2010 года № 1</w:t>
      </w:r>
      <w:r w:rsidRPr="00D23434">
        <w:rPr>
          <w:rFonts w:ascii="Times New Roman" w:hAnsi="Times New Roman" w:cs="Times New Roman"/>
          <w:color w:val="000000"/>
          <w:spacing w:val="-1"/>
          <w:sz w:val="28"/>
          <w:szCs w:val="28"/>
        </w:rPr>
        <w:t>9</w:t>
      </w:r>
      <w:r w:rsidRPr="0057194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71940">
        <w:rPr>
          <w:rFonts w:ascii="Times New Roman" w:hAnsi="Times New Roman" w:cs="Times New Roman"/>
          <w:kern w:val="1"/>
          <w:sz w:val="28"/>
          <w:szCs w:val="28"/>
          <w:lang w:eastAsia="ru-RU"/>
        </w:rPr>
        <w:t>«О правилах назначения и выплаты пенсии за выслугу лет лицам, замещавшим долж</w:t>
      </w:r>
      <w:r w:rsidRPr="00571940">
        <w:rPr>
          <w:rFonts w:ascii="Times New Roman" w:hAnsi="Times New Roman" w:cs="Times New Roman"/>
          <w:kern w:val="1"/>
          <w:sz w:val="28"/>
          <w:szCs w:val="28"/>
          <w:lang w:eastAsia="ru-RU"/>
        </w:rPr>
        <w:softHyphen/>
        <w:t>ности муниципальной службы</w:t>
      </w:r>
      <w:r>
        <w:rPr>
          <w:rFonts w:ascii="Times New Roman" w:hAnsi="Times New Roman" w:cs="Times New Roman"/>
          <w:kern w:val="1"/>
          <w:sz w:val="28"/>
          <w:szCs w:val="28"/>
          <w:lang w:eastAsia="ru-RU"/>
        </w:rPr>
        <w:t>»</w:t>
      </w:r>
      <w:r w:rsidRPr="00571940">
        <w:rPr>
          <w:rFonts w:ascii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  <w:lang w:eastAsia="ru-RU"/>
        </w:rPr>
        <w:t>;</w:t>
      </w:r>
    </w:p>
    <w:p w:rsidR="001712B9" w:rsidRPr="00532621" w:rsidRDefault="001712B9" w:rsidP="00A6744B">
      <w:pPr>
        <w:tabs>
          <w:tab w:val="left" w:pos="5720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ru-RU"/>
        </w:rPr>
      </w:pPr>
      <w:r w:rsidRPr="00795217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  <w:r w:rsidRPr="00A6744B">
        <w:rPr>
          <w:rFonts w:ascii="Times New Roman" w:hAnsi="Times New Roman" w:cs="Times New Roman"/>
          <w:spacing w:val="-6"/>
          <w:sz w:val="28"/>
          <w:szCs w:val="28"/>
          <w:lang w:eastAsia="ru-RU"/>
        </w:rPr>
        <w:t>- Решени</w:t>
      </w:r>
      <w:r>
        <w:rPr>
          <w:rFonts w:ascii="Times New Roman" w:hAnsi="Times New Roman" w:cs="Times New Roman"/>
          <w:spacing w:val="-6"/>
          <w:sz w:val="28"/>
          <w:szCs w:val="28"/>
          <w:lang w:eastAsia="ru-RU"/>
        </w:rPr>
        <w:t>е  Собрания Депутатов Дерюгинского</w:t>
      </w:r>
      <w:r w:rsidRPr="00A6744B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сельсовета Дмитриевского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07 ноября 2018 года    № 125</w:t>
      </w:r>
      <w:r w:rsidRPr="00A6744B">
        <w:rPr>
          <w:rFonts w:ascii="Times New Roman" w:hAnsi="Times New Roman" w:cs="Times New Roman"/>
          <w:sz w:val="28"/>
          <w:szCs w:val="28"/>
        </w:rPr>
        <w:t xml:space="preserve">  «Об утверждении Правил обращения за ежемесячной доплатой к страховой части пенсии по старости (инвалидности) лиц, осуществля</w:t>
      </w:r>
      <w:r>
        <w:rPr>
          <w:rFonts w:ascii="Times New Roman" w:hAnsi="Times New Roman" w:cs="Times New Roman"/>
          <w:sz w:val="28"/>
          <w:szCs w:val="28"/>
        </w:rPr>
        <w:t>вших полномочия Главы Дерюгинского</w:t>
      </w:r>
      <w:r w:rsidRPr="00A6744B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</w:t>
      </w:r>
      <w:r w:rsidRPr="00532621">
        <w:rPr>
          <w:rFonts w:ascii="Times New Roman" w:hAnsi="Times New Roman" w:cs="Times New Roman"/>
          <w:kern w:val="1"/>
          <w:sz w:val="28"/>
          <w:szCs w:val="28"/>
          <w:lang w:eastAsia="ru-RU"/>
        </w:rPr>
        <w:t xml:space="preserve"> «О правилах назначения и выплаты пенсии за выслугу лет лицам, замещавшим долж</w:t>
      </w:r>
      <w:r w:rsidRPr="00532621">
        <w:rPr>
          <w:rFonts w:ascii="Times New Roman" w:hAnsi="Times New Roman" w:cs="Times New Roman"/>
          <w:kern w:val="1"/>
          <w:sz w:val="28"/>
          <w:szCs w:val="28"/>
          <w:lang w:eastAsia="ru-RU"/>
        </w:rPr>
        <w:softHyphen/>
        <w:t xml:space="preserve">ности муниципальной службы  в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ru-RU"/>
        </w:rPr>
        <w:t xml:space="preserve">Дерюгинского сельсовета Дмитриевского района </w:t>
      </w:r>
      <w:r w:rsidRPr="00532621">
        <w:rPr>
          <w:rFonts w:ascii="Times New Roman" w:hAnsi="Times New Roman" w:cs="Times New Roman"/>
          <w:kern w:val="1"/>
          <w:sz w:val="28"/>
          <w:szCs w:val="28"/>
          <w:lang w:eastAsia="ru-RU"/>
        </w:rPr>
        <w:t>Курской области, и ежемесячной доплаты к пенсии выборным должностным лицам»;</w:t>
      </w:r>
    </w:p>
    <w:p w:rsidR="001712B9" w:rsidRPr="00571940" w:rsidRDefault="001712B9" w:rsidP="00565FF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71940">
        <w:rPr>
          <w:rStyle w:val="Strong"/>
          <w:rFonts w:ascii="Times New Roman" w:hAnsi="Times New Roman"/>
          <w:b w:val="0"/>
          <w:sz w:val="28"/>
          <w:szCs w:val="28"/>
        </w:rPr>
        <w:tab/>
        <w:t xml:space="preserve">- Решение  </w:t>
      </w:r>
      <w:r w:rsidRPr="00571940">
        <w:rPr>
          <w:rFonts w:ascii="Times New Roman" w:hAnsi="Times New Roman" w:cs="Times New Roman"/>
          <w:sz w:val="28"/>
          <w:szCs w:val="28"/>
        </w:rPr>
        <w:t xml:space="preserve"> Собрания депутатов 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Дерюгинского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 </w:t>
      </w:r>
      <w:r w:rsidRPr="00571940">
        <w:rPr>
          <w:rStyle w:val="Strong"/>
          <w:rFonts w:ascii="Times New Roman" w:hAnsi="Times New Roman"/>
          <w:b w:val="0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7194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571940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571940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571940">
        <w:rPr>
          <w:rFonts w:ascii="Times New Roman" w:hAnsi="Times New Roman" w:cs="Times New Roman"/>
          <w:sz w:val="28"/>
          <w:szCs w:val="28"/>
        </w:rPr>
        <w:t xml:space="preserve">.   № </w:t>
      </w:r>
      <w:r>
        <w:rPr>
          <w:rFonts w:ascii="Times New Roman" w:hAnsi="Times New Roman" w:cs="Times New Roman"/>
          <w:sz w:val="28"/>
          <w:szCs w:val="28"/>
        </w:rPr>
        <w:t>177</w:t>
      </w:r>
      <w:r w:rsidRPr="00571940">
        <w:rPr>
          <w:rFonts w:ascii="Times New Roman" w:hAnsi="Times New Roman" w:cs="Times New Roman"/>
          <w:sz w:val="28"/>
          <w:szCs w:val="28"/>
        </w:rPr>
        <w:t xml:space="preserve">  </w:t>
      </w:r>
      <w:r w:rsidRPr="00571940">
        <w:rPr>
          <w:rStyle w:val="Strong"/>
          <w:rFonts w:ascii="Times New Roman" w:hAnsi="Times New Roman"/>
          <w:b w:val="0"/>
          <w:sz w:val="28"/>
          <w:szCs w:val="28"/>
        </w:rPr>
        <w:t>«Об утверждении перечня услуг, которые являются необходимыми и обязательным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и для предоставления    </w:t>
      </w:r>
      <w:r w:rsidRPr="00571940">
        <w:rPr>
          <w:rStyle w:val="Strong"/>
          <w:rFonts w:ascii="Times New Roman" w:hAnsi="Times New Roman"/>
          <w:b w:val="0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Дерюгинского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 </w:t>
      </w:r>
      <w:r w:rsidRPr="00571940">
        <w:rPr>
          <w:rStyle w:val="Strong"/>
          <w:rFonts w:ascii="Times New Roman" w:hAnsi="Times New Roman"/>
          <w:b w:val="0"/>
          <w:sz w:val="28"/>
          <w:szCs w:val="28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712B9" w:rsidRPr="00571940" w:rsidRDefault="001712B9" w:rsidP="00565F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- постановлением 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Дерюгинского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 Курской области </w:t>
      </w:r>
      <w:r w:rsidRPr="00571940">
        <w:rPr>
          <w:rFonts w:ascii="Times New Roman" w:hAnsi="Times New Roman" w:cs="Times New Roman"/>
          <w:sz w:val="28"/>
          <w:szCs w:val="28"/>
        </w:rPr>
        <w:t xml:space="preserve">27 июня  </w:t>
      </w:r>
      <w:smartTag w:uri="urn:schemas-microsoft-com:office:smarttags" w:element="metricconverter">
        <w:smartTagPr>
          <w:attr w:name="ProductID" w:val="2017 г"/>
        </w:smartTagPr>
        <w:r w:rsidRPr="00571940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571940">
        <w:rPr>
          <w:rFonts w:ascii="Times New Roman" w:hAnsi="Times New Roman" w:cs="Times New Roman"/>
          <w:sz w:val="28"/>
          <w:szCs w:val="28"/>
        </w:rPr>
        <w:t>. №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571940">
        <w:rPr>
          <w:rFonts w:ascii="Times New Roman" w:hAnsi="Times New Roman" w:cs="Times New Roman"/>
          <w:sz w:val="28"/>
          <w:szCs w:val="28"/>
        </w:rPr>
        <w:t xml:space="preserve"> 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Дерюгинского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Дерюгинского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 Курской области»;</w:t>
      </w:r>
    </w:p>
    <w:p w:rsidR="001712B9" w:rsidRPr="00571940" w:rsidRDefault="001712B9" w:rsidP="00341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940">
        <w:rPr>
          <w:rFonts w:ascii="Times New Roman" w:hAnsi="Times New Roman" w:cs="Times New Roman"/>
          <w:sz w:val="28"/>
          <w:szCs w:val="28"/>
        </w:rPr>
        <w:t>- Уставом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Дерюгинский</w:t>
      </w:r>
      <w:r w:rsidRPr="00571940">
        <w:rPr>
          <w:rFonts w:ascii="Times New Roman" w:hAnsi="Times New Roman" w:cs="Times New Roman"/>
          <w:sz w:val="28"/>
          <w:szCs w:val="28"/>
        </w:rPr>
        <w:t xml:space="preserve"> сельсовет» Дмитриевского  района Курской области (принят решением  Собрания депутатов </w:t>
      </w:r>
      <w:r>
        <w:rPr>
          <w:rFonts w:ascii="Times New Roman" w:hAnsi="Times New Roman" w:cs="Times New Roman"/>
          <w:sz w:val="28"/>
          <w:szCs w:val="28"/>
        </w:rPr>
        <w:t>Дерюгинского</w:t>
      </w:r>
      <w:r w:rsidRPr="00571940">
        <w:rPr>
          <w:rFonts w:ascii="Times New Roman" w:hAnsi="Times New Roman" w:cs="Times New Roman"/>
          <w:sz w:val="28"/>
          <w:szCs w:val="28"/>
        </w:rPr>
        <w:t xml:space="preserve"> сельсовета Дмитриевского  района Курской области от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71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57194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71940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17</w:t>
      </w:r>
      <w:r w:rsidRPr="00571940">
        <w:rPr>
          <w:rFonts w:ascii="Times New Roman" w:hAnsi="Times New Roman" w:cs="Times New Roman"/>
          <w:sz w:val="28"/>
          <w:szCs w:val="28"/>
        </w:rPr>
        <w:t>,  зарегистрирован в Управлении Министерства  юстиции Российской Федерации по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03 декабря 2010</w:t>
      </w:r>
      <w:r w:rsidRPr="00571940">
        <w:rPr>
          <w:rFonts w:ascii="Times New Roman" w:hAnsi="Times New Roman" w:cs="Times New Roman"/>
          <w:sz w:val="28"/>
          <w:szCs w:val="28"/>
        </w:rPr>
        <w:t xml:space="preserve"> года, государственный регистрационный № ru465053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7194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71940">
        <w:rPr>
          <w:rFonts w:ascii="Times New Roman" w:hAnsi="Times New Roman" w:cs="Times New Roman"/>
          <w:sz w:val="28"/>
          <w:szCs w:val="28"/>
        </w:rPr>
        <w:t>001.</w:t>
      </w:r>
    </w:p>
    <w:p w:rsidR="001712B9" w:rsidRPr="005A5BF7" w:rsidRDefault="001712B9" w:rsidP="00BC536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</w:p>
    <w:p w:rsidR="001712B9" w:rsidRPr="003E4129" w:rsidRDefault="001712B9" w:rsidP="00BC53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</w:p>
    <w:p w:rsidR="001712B9" w:rsidRPr="003E4129" w:rsidRDefault="001712B9" w:rsidP="00BC536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/>
          <w:color w:val="00B050"/>
        </w:rPr>
        <w:t xml:space="preserve"> </w:t>
      </w:r>
    </w:p>
    <w:p w:rsidR="001712B9" w:rsidRPr="00605D59" w:rsidRDefault="001712B9" w:rsidP="002E41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</w:p>
    <w:p w:rsidR="001712B9" w:rsidRPr="00571940" w:rsidRDefault="001712B9" w:rsidP="003416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1712B9" w:rsidRPr="00571940" w:rsidSect="008E1AFC">
      <w:headerReference w:type="default" r:id="rId6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2B9" w:rsidRDefault="001712B9" w:rsidP="00065FF0">
      <w:pPr>
        <w:spacing w:after="0" w:line="240" w:lineRule="auto"/>
      </w:pPr>
      <w:r>
        <w:separator/>
      </w:r>
    </w:p>
  </w:endnote>
  <w:endnote w:type="continuationSeparator" w:id="0">
    <w:p w:rsidR="001712B9" w:rsidRDefault="001712B9" w:rsidP="00065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2B9" w:rsidRDefault="001712B9" w:rsidP="00065FF0">
      <w:pPr>
        <w:spacing w:after="0" w:line="240" w:lineRule="auto"/>
      </w:pPr>
      <w:r>
        <w:separator/>
      </w:r>
    </w:p>
  </w:footnote>
  <w:footnote w:type="continuationSeparator" w:id="0">
    <w:p w:rsidR="001712B9" w:rsidRDefault="001712B9" w:rsidP="00065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2B9" w:rsidRDefault="001712B9" w:rsidP="008E1AF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712B9" w:rsidRDefault="001712B9" w:rsidP="008E1AFC">
    <w:pPr>
      <w:pStyle w:val="Header"/>
      <w:ind w:firstLine="709"/>
      <w:jc w:val="center"/>
    </w:pPr>
  </w:p>
  <w:p w:rsidR="001712B9" w:rsidRDefault="001712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FF1"/>
    <w:rsid w:val="00065FF0"/>
    <w:rsid w:val="000D50BA"/>
    <w:rsid w:val="001712B9"/>
    <w:rsid w:val="00206141"/>
    <w:rsid w:val="002E41A8"/>
    <w:rsid w:val="00315864"/>
    <w:rsid w:val="003416FE"/>
    <w:rsid w:val="003542D5"/>
    <w:rsid w:val="00375BD6"/>
    <w:rsid w:val="003E4129"/>
    <w:rsid w:val="004C7393"/>
    <w:rsid w:val="00517587"/>
    <w:rsid w:val="00532621"/>
    <w:rsid w:val="00561225"/>
    <w:rsid w:val="00565FF1"/>
    <w:rsid w:val="00571940"/>
    <w:rsid w:val="005A5BF7"/>
    <w:rsid w:val="00605D59"/>
    <w:rsid w:val="00665699"/>
    <w:rsid w:val="00795217"/>
    <w:rsid w:val="00846416"/>
    <w:rsid w:val="008738CD"/>
    <w:rsid w:val="008E1AFC"/>
    <w:rsid w:val="00917EFE"/>
    <w:rsid w:val="00934D22"/>
    <w:rsid w:val="00A30BBF"/>
    <w:rsid w:val="00A5589F"/>
    <w:rsid w:val="00A6744B"/>
    <w:rsid w:val="00BC536B"/>
    <w:rsid w:val="00C57B48"/>
    <w:rsid w:val="00D23434"/>
    <w:rsid w:val="00D43FE4"/>
    <w:rsid w:val="00D87336"/>
    <w:rsid w:val="00E9312E"/>
    <w:rsid w:val="00EB74D9"/>
    <w:rsid w:val="00F2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65FF1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contextualSpacing/>
      <w:outlineLvl w:val="0"/>
    </w:pPr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contextualSpacing/>
      <w:outlineLvl w:val="1"/>
    </w:pPr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contextualSpacing/>
      <w:outlineLvl w:val="2"/>
    </w:pPr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eastAsia="Times New Roman" w:hAnsi="Cambria" w:cs="Times New Roman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eastAsia="Times New Roman" w:hAnsi="Cambria" w:cs="Times New Roman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eastAsia="Times New Roman" w:hAnsi="Cambria" w:cs="Times New Roman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after="16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</w:pPr>
    <w:rPr>
      <w:rFonts w:cs="Times New Roman"/>
      <w:smallCaps/>
      <w:color w:val="938953"/>
      <w:spacing w:val="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1758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51758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 w:cs="Times New Roman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Header">
    <w:name w:val="header"/>
    <w:basedOn w:val="Normal"/>
    <w:link w:val="HeaderChar"/>
    <w:uiPriority w:val="99"/>
    <w:rsid w:val="00565FF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65FF1"/>
    <w:rPr>
      <w:rFonts w:ascii="Times New Roman" w:eastAsia="Times New Roman" w:hAnsi="Times New Roman" w:cs="Times New Roman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565FF1"/>
    <w:rPr>
      <w:rFonts w:cs="Times New Roman"/>
    </w:rPr>
  </w:style>
  <w:style w:type="paragraph" w:customStyle="1" w:styleId="1">
    <w:name w:val="Абзац списка1"/>
    <w:uiPriority w:val="99"/>
    <w:rsid w:val="00565FF1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3</Pages>
  <Words>730</Words>
  <Characters>4164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6</cp:revision>
  <dcterms:created xsi:type="dcterms:W3CDTF">2018-12-11T09:19:00Z</dcterms:created>
  <dcterms:modified xsi:type="dcterms:W3CDTF">2019-02-14T07:50:00Z</dcterms:modified>
</cp:coreProperties>
</file>